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0975CD80" w14:textId="1E9AC4C6" w:rsidR="00F31F45" w:rsidRPr="00B46E72" w:rsidRDefault="00F31F45" w:rsidP="00F31F45">
      <w:pPr>
        <w:jc w:val="center"/>
      </w:pPr>
      <w:r w:rsidRPr="000C0DB1">
        <w:rPr>
          <w:b/>
        </w:rPr>
        <w:t>DĖL PRITARIMO PROJEKTO „</w:t>
      </w:r>
      <w:r>
        <w:rPr>
          <w:b/>
        </w:rPr>
        <w:t>PRIEDANGŲ INFRASTRUKTŪROS PLĖTRA SKUODO RAJONO SAVIVALDYBĖJE</w:t>
      </w:r>
      <w:r w:rsidR="00BB0288">
        <w:rPr>
          <w:b/>
        </w:rPr>
        <w:t xml:space="preserve"> II</w:t>
      </w:r>
      <w:r w:rsidRPr="00B46E72">
        <w:rPr>
          <w:b/>
        </w:rPr>
        <w:t>“ RENGIMUI IR FINANSAVIMUI</w:t>
      </w:r>
    </w:p>
    <w:p w14:paraId="03DA1BF7" w14:textId="77777777" w:rsidR="0005527A" w:rsidRPr="00D12A4B" w:rsidRDefault="0005527A" w:rsidP="000A457F">
      <w:pPr>
        <w:jc w:val="center"/>
        <w:rPr>
          <w:color w:val="auto"/>
          <w:sz w:val="16"/>
          <w:szCs w:val="16"/>
        </w:rPr>
      </w:pPr>
    </w:p>
    <w:p w14:paraId="2DF83C88" w14:textId="5A2C20ED" w:rsidR="000A457F" w:rsidRPr="00DC4E12" w:rsidRDefault="000A457F" w:rsidP="000A457F">
      <w:pPr>
        <w:jc w:val="center"/>
        <w:rPr>
          <w:color w:val="auto"/>
        </w:rPr>
      </w:pPr>
      <w:r w:rsidRPr="00DC4E12">
        <w:rPr>
          <w:color w:val="auto"/>
        </w:rPr>
        <w:t>202</w:t>
      </w:r>
      <w:r w:rsidR="00A40073">
        <w:rPr>
          <w:color w:val="auto"/>
        </w:rPr>
        <w:t>5</w:t>
      </w:r>
      <w:r w:rsidRPr="00DC4E12">
        <w:rPr>
          <w:color w:val="auto"/>
        </w:rPr>
        <w:t xml:space="preserve"> m. </w:t>
      </w:r>
      <w:r w:rsidR="00A40073">
        <w:rPr>
          <w:color w:val="auto"/>
        </w:rPr>
        <w:t>lapkričio</w:t>
      </w:r>
      <w:r w:rsidR="005A1E39">
        <w:rPr>
          <w:color w:val="auto"/>
        </w:rPr>
        <w:t xml:space="preserve"> 18 </w:t>
      </w:r>
      <w:r w:rsidRPr="00DC4E12">
        <w:rPr>
          <w:color w:val="auto"/>
        </w:rPr>
        <w:t xml:space="preserve">d. </w:t>
      </w:r>
      <w:r w:rsidR="00F31F45">
        <w:rPr>
          <w:color w:val="auto"/>
        </w:rPr>
        <w:t xml:space="preserve">Nr. </w:t>
      </w:r>
      <w:r w:rsidR="005A1E39">
        <w:rPr>
          <w:color w:val="auto"/>
        </w:rPr>
        <w:t>T10-238</w:t>
      </w:r>
    </w:p>
    <w:p w14:paraId="01305FF7" w14:textId="5C68D4D3" w:rsidR="00E90D87" w:rsidRPr="00037E7B" w:rsidRDefault="000A457F" w:rsidP="00037E7B">
      <w:pPr>
        <w:jc w:val="center"/>
        <w:rPr>
          <w:color w:val="auto"/>
        </w:rPr>
      </w:pPr>
      <w:r w:rsidRPr="00DC4E12">
        <w:rPr>
          <w:color w:val="auto"/>
        </w:rPr>
        <w:t>Skuodas</w:t>
      </w:r>
    </w:p>
    <w:p w14:paraId="0AA1E6D6" w14:textId="15041CCA" w:rsidR="007A07E3" w:rsidRPr="00D12A4B" w:rsidRDefault="008B006E" w:rsidP="0035501A">
      <w:pPr>
        <w:tabs>
          <w:tab w:val="left" w:pos="6195"/>
        </w:tabs>
        <w:ind w:firstLine="1418"/>
        <w:jc w:val="both"/>
        <w:rPr>
          <w:color w:val="auto"/>
          <w:sz w:val="16"/>
          <w:szCs w:val="16"/>
        </w:rPr>
      </w:pPr>
      <w:r>
        <w:rPr>
          <w:color w:val="auto"/>
          <w:sz w:val="16"/>
          <w:szCs w:val="16"/>
        </w:rPr>
        <w:tab/>
      </w:r>
    </w:p>
    <w:p w14:paraId="0AD5CA59" w14:textId="6E6A7D18" w:rsidR="002F51D8" w:rsidRPr="00C57055" w:rsidRDefault="0005527A" w:rsidP="00407721">
      <w:pPr>
        <w:tabs>
          <w:tab w:val="left" w:pos="1985"/>
        </w:tabs>
        <w:ind w:firstLine="1247"/>
        <w:jc w:val="both"/>
        <w:rPr>
          <w:color w:val="auto"/>
        </w:rPr>
      </w:pPr>
      <w:r w:rsidRPr="00E73609">
        <w:rPr>
          <w:noProof/>
          <w:color w:val="auto"/>
          <w:lang w:eastAsia="lt-LT"/>
        </w:rPr>
        <mc:AlternateContent>
          <mc:Choice Requires="wps">
            <w:drawing>
              <wp:anchor distT="0" distB="0" distL="114300" distR="114300" simplePos="0" relativeHeight="251658240"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rsidR="00EC0D7F" w:rsidRPr="00EC0D7F">
        <w:rPr>
          <w:color w:val="auto"/>
        </w:rPr>
        <w:t>Vadovaudamasi Lietuvos Respublikos vietos savivaldos įstatymo 15 straipsnio 4 dalimi,</w:t>
      </w:r>
      <w:r w:rsidR="002F51D8">
        <w:rPr>
          <w:color w:val="auto"/>
        </w:rPr>
        <w:t xml:space="preserve"> </w:t>
      </w:r>
      <w:r w:rsidR="002F51D8" w:rsidRPr="002F51D8">
        <w:rPr>
          <w:color w:val="auto"/>
        </w:rPr>
        <w:t>Lietuvos Respublikos vidaus reikalų ministro 2023 m. kovo 14 d. įsakym</w:t>
      </w:r>
      <w:r w:rsidR="0035501A">
        <w:rPr>
          <w:color w:val="auto"/>
        </w:rPr>
        <w:t>u</w:t>
      </w:r>
      <w:r w:rsidR="002F51D8" w:rsidRPr="002F51D8">
        <w:rPr>
          <w:color w:val="auto"/>
        </w:rPr>
        <w:t xml:space="preserve"> Nr. 1V-127 „</w:t>
      </w:r>
      <w:r w:rsidR="0035501A" w:rsidRPr="0035501A">
        <w:rPr>
          <w:color w:val="auto"/>
        </w:rPr>
        <w:t>Dėl Civilinės saugos stiprinimo ir plėtros programos pažangos priemonės Nr. 07-012-10-04-01/07-013-10-04-01 „Stiprinti pasirengimą valdyti krizes ir ekstremaliąsias situacijas ir šalinti jų padarinius“ aprašo patvirtinimo</w:t>
      </w:r>
      <w:r w:rsidR="002F51D8" w:rsidRPr="002F51D8">
        <w:rPr>
          <w:color w:val="auto"/>
        </w:rPr>
        <w:t xml:space="preserve">“ </w:t>
      </w:r>
      <w:r w:rsidR="0035501A" w:rsidRPr="00C57055">
        <w:rPr>
          <w:color w:val="auto"/>
        </w:rPr>
        <w:t xml:space="preserve">patvirtintu </w:t>
      </w:r>
      <w:r w:rsidR="0035501A" w:rsidRPr="00407721">
        <w:rPr>
          <w:bCs/>
        </w:rPr>
        <w:t xml:space="preserve">Civilinės saugos stiprinimo ir plėtros programos pažangos priemonės Nr. 07-012-10-04-01/07-013-10-04-01 </w:t>
      </w:r>
      <w:r w:rsidR="0035501A" w:rsidRPr="00407721">
        <w:rPr>
          <w:bCs/>
          <w:lang w:eastAsia="lt-LT"/>
        </w:rPr>
        <w:t>„</w:t>
      </w:r>
      <w:r w:rsidR="00C57055">
        <w:rPr>
          <w:bCs/>
        </w:rPr>
        <w:t>S</w:t>
      </w:r>
      <w:r w:rsidR="0035501A" w:rsidRPr="00407721">
        <w:rPr>
          <w:bCs/>
        </w:rPr>
        <w:t>tiprinti pasirengimą valdyti krizes ir ekstremaliąsias situacijas ir šalinti jų padarinius</w:t>
      </w:r>
      <w:r w:rsidR="0035501A" w:rsidRPr="00407721">
        <w:rPr>
          <w:bCs/>
          <w:lang w:eastAsia="lt-LT"/>
        </w:rPr>
        <w:t xml:space="preserve">“ </w:t>
      </w:r>
      <w:r w:rsidR="0035501A" w:rsidRPr="00407721">
        <w:rPr>
          <w:bCs/>
        </w:rPr>
        <w:t xml:space="preserve">aprašu </w:t>
      </w:r>
      <w:r w:rsidR="002F51D8" w:rsidRPr="00C57055">
        <w:rPr>
          <w:color w:val="auto"/>
        </w:rPr>
        <w:t xml:space="preserve">ir atsižvelgdama į Viešosios įstaigos Vidaus reikalų ministerijos projektų valdymo agentūros 2025 m. rugsėjo 19 d. kvietimą Nr. Nr. VRM-003-K, Skuodo rajono savivaldybės taryba </w:t>
      </w:r>
      <w:r w:rsidR="0035501A" w:rsidRPr="00C57055">
        <w:rPr>
          <w:color w:val="auto"/>
        </w:rPr>
        <w:t xml:space="preserve"> </w:t>
      </w:r>
      <w:r w:rsidR="002F51D8" w:rsidRPr="005A1E39">
        <w:rPr>
          <w:color w:val="auto"/>
          <w:spacing w:val="40"/>
        </w:rPr>
        <w:t>n</w:t>
      </w:r>
      <w:r w:rsidR="005A1E39" w:rsidRPr="005A1E39">
        <w:rPr>
          <w:color w:val="auto"/>
          <w:spacing w:val="40"/>
        </w:rPr>
        <w:t>usprendži</w:t>
      </w:r>
      <w:r w:rsidR="005A1E39">
        <w:rPr>
          <w:color w:val="auto"/>
        </w:rPr>
        <w:t>a</w:t>
      </w:r>
      <w:r w:rsidR="002F51D8" w:rsidRPr="00C57055">
        <w:rPr>
          <w:color w:val="auto"/>
        </w:rPr>
        <w:t>:</w:t>
      </w:r>
    </w:p>
    <w:p w14:paraId="32279BCE" w14:textId="17475898" w:rsidR="002F51D8" w:rsidRPr="00D818BE" w:rsidRDefault="002F51D8" w:rsidP="00C57055">
      <w:pPr>
        <w:tabs>
          <w:tab w:val="left" w:pos="1134"/>
          <w:tab w:val="right" w:pos="8306"/>
        </w:tabs>
        <w:ind w:firstLine="1247"/>
        <w:jc w:val="both"/>
      </w:pPr>
      <w:r w:rsidRPr="00D818BE">
        <w:t xml:space="preserve">1. </w:t>
      </w:r>
      <w:r w:rsidRPr="00D818BE">
        <w:tab/>
        <w:t>Pritarti projekto „Priedangų infrastruktūros plėtra Skuodo rajono savivaldybėje</w:t>
      </w:r>
      <w:r w:rsidR="0096282A">
        <w:t xml:space="preserve"> II</w:t>
      </w:r>
      <w:r w:rsidRPr="00D818BE">
        <w:t>“ (toliau – projektas) rengimui ir Skuodo rajono savivaldybės administracijos dalyvavimui projekte pareiškėjo teisėmis.</w:t>
      </w:r>
    </w:p>
    <w:p w14:paraId="3490ED87" w14:textId="77777777" w:rsidR="002F51D8" w:rsidRPr="00D818BE" w:rsidRDefault="002F51D8" w:rsidP="00C57055">
      <w:pPr>
        <w:tabs>
          <w:tab w:val="left" w:pos="1134"/>
          <w:tab w:val="right" w:pos="8306"/>
        </w:tabs>
        <w:ind w:firstLine="1247"/>
        <w:jc w:val="both"/>
        <w:rPr>
          <w:rFonts w:eastAsia="Calibri"/>
          <w:color w:val="auto"/>
          <w:lang w:eastAsia="lt-LT"/>
        </w:rPr>
      </w:pPr>
      <w:r>
        <w:rPr>
          <w:color w:val="auto"/>
        </w:rPr>
        <w:t>2</w:t>
      </w:r>
      <w:r w:rsidRPr="00D818BE">
        <w:rPr>
          <w:color w:val="auto"/>
        </w:rPr>
        <w:t xml:space="preserve">. </w:t>
      </w:r>
      <w:r w:rsidRPr="00D818BE">
        <w:rPr>
          <w:rFonts w:eastAsia="Calibri"/>
          <w:color w:val="auto"/>
        </w:rPr>
        <w:t xml:space="preserve">Finansuoti projekto </w:t>
      </w:r>
      <w:r w:rsidRPr="00D818BE">
        <w:rPr>
          <w:color w:val="auto"/>
        </w:rPr>
        <w:t>išlaidas, kurių nepadengia projektui skiriamos finansavimo lėšos, ir netinkamų finansuoti projekto išlaidų dalį Skuodo rajono savivaldybės biudžeto lėšomis.</w:t>
      </w:r>
    </w:p>
    <w:p w14:paraId="36F516A8" w14:textId="77777777" w:rsidR="002F51D8" w:rsidRPr="00D818BE" w:rsidRDefault="002F51D8" w:rsidP="00C57055">
      <w:pPr>
        <w:tabs>
          <w:tab w:val="left" w:pos="1134"/>
          <w:tab w:val="right" w:pos="8306"/>
        </w:tabs>
        <w:ind w:firstLine="1247"/>
        <w:jc w:val="both"/>
        <w:rPr>
          <w:color w:val="auto"/>
        </w:rPr>
      </w:pPr>
      <w:r>
        <w:rPr>
          <w:rFonts w:eastAsia="Calibri"/>
          <w:color w:val="auto"/>
          <w:lang w:val="en-GB" w:eastAsia="lt-LT"/>
        </w:rPr>
        <w:t>3</w:t>
      </w:r>
      <w:r w:rsidRPr="00D818BE">
        <w:rPr>
          <w:rFonts w:eastAsia="Calibri"/>
          <w:color w:val="auto"/>
          <w:lang w:val="en-GB" w:eastAsia="lt-LT"/>
        </w:rPr>
        <w:t xml:space="preserve">. </w:t>
      </w:r>
      <w:r w:rsidRPr="00D818BE">
        <w:rPr>
          <w:color w:val="auto"/>
        </w:rPr>
        <w:t>Įgalioti Skuodo rajono savivaldybės administracijos direktorę Levutę Staniuvienę pasirašyti visus su projektu</w:t>
      </w:r>
      <w:r w:rsidRPr="00D818BE">
        <w:rPr>
          <w:rFonts w:eastAsia="Calibri"/>
          <w:color w:val="auto"/>
        </w:rPr>
        <w:t xml:space="preserve"> </w:t>
      </w:r>
      <w:r w:rsidRPr="00D818BE">
        <w:rPr>
          <w:color w:val="auto"/>
        </w:rPr>
        <w:t>susijusius dokumentus.</w:t>
      </w:r>
    </w:p>
    <w:p w14:paraId="02D727A0" w14:textId="03DD26E5" w:rsidR="002F51D8" w:rsidRDefault="002F51D8" w:rsidP="00407721">
      <w:pPr>
        <w:ind w:firstLine="1247"/>
        <w:jc w:val="both"/>
        <w:rPr>
          <w:color w:val="auto"/>
        </w:rPr>
      </w:pPr>
      <w:r>
        <w:rPr>
          <w:color w:val="auto"/>
          <w:lang w:eastAsia="lt-LT"/>
        </w:rPr>
        <w:t>4. Nurodyti</w:t>
      </w:r>
      <w:r w:rsidRPr="007D6F5B">
        <w:rPr>
          <w:color w:val="000000"/>
        </w:rPr>
        <w:t xml:space="preserve">, </w:t>
      </w:r>
      <w:r w:rsidR="00A40073" w:rsidRPr="00D5291A">
        <w:t xml:space="preserve">šis </w:t>
      </w:r>
      <w:r w:rsidR="00A40073">
        <w:t>sprendimas</w:t>
      </w:r>
      <w:r w:rsidR="00A40073" w:rsidRPr="00D5291A">
        <w:t xml:space="preserve">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CAC3770" w14:textId="77777777" w:rsidR="002F51D8" w:rsidRDefault="002F51D8" w:rsidP="008B006E">
      <w:pPr>
        <w:pStyle w:val="Antrat1"/>
        <w:shd w:val="clear" w:color="auto" w:fill="FFFFFF"/>
        <w:spacing w:before="0"/>
        <w:ind w:firstLine="1247"/>
        <w:jc w:val="both"/>
        <w:rPr>
          <w:rFonts w:ascii="Times New Roman" w:hAnsi="Times New Roman" w:cs="Times New Roman"/>
          <w:color w:val="auto"/>
          <w:sz w:val="24"/>
          <w:szCs w:val="24"/>
        </w:rPr>
      </w:pPr>
    </w:p>
    <w:p w14:paraId="0EE7FEE0" w14:textId="77777777" w:rsidR="002F51D8" w:rsidRDefault="002F51D8" w:rsidP="008B006E">
      <w:pPr>
        <w:pStyle w:val="Antrat1"/>
        <w:shd w:val="clear" w:color="auto" w:fill="FFFFFF"/>
        <w:spacing w:before="0"/>
        <w:ind w:firstLine="1247"/>
        <w:jc w:val="both"/>
        <w:rPr>
          <w:rFonts w:ascii="Times New Roman" w:hAnsi="Times New Roman" w:cs="Times New Roman"/>
          <w:color w:val="auto"/>
          <w:sz w:val="24"/>
          <w:szCs w:val="24"/>
        </w:rPr>
      </w:pPr>
    </w:p>
    <w:p w14:paraId="552736A9" w14:textId="77777777" w:rsidR="00037E7B" w:rsidRDefault="00037E7B" w:rsidP="005A1E39">
      <w:pPr>
        <w:shd w:val="clear" w:color="auto" w:fill="FFFFFF"/>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7E7B" w14:paraId="0A96D688" w14:textId="77777777" w:rsidTr="00037E7B">
        <w:tc>
          <w:tcPr>
            <w:tcW w:w="4814" w:type="dxa"/>
          </w:tcPr>
          <w:p w14:paraId="33205CFD" w14:textId="77777777" w:rsidR="00037E7B" w:rsidRDefault="00037E7B" w:rsidP="00037E7B">
            <w:pPr>
              <w:ind w:hanging="108"/>
              <w:jc w:val="both"/>
              <w:rPr>
                <w:color w:val="auto"/>
                <w:lang w:eastAsia="lt-LT"/>
              </w:rPr>
            </w:pPr>
          </w:p>
          <w:p w14:paraId="575B8E89" w14:textId="3CB97DEA" w:rsidR="00037E7B" w:rsidRDefault="00037E7B" w:rsidP="00037E7B">
            <w:pPr>
              <w:ind w:hanging="108"/>
              <w:jc w:val="both"/>
              <w:rPr>
                <w:color w:val="auto"/>
                <w:lang w:eastAsia="lt-LT"/>
              </w:rPr>
            </w:pPr>
            <w:r>
              <w:rPr>
                <w:color w:val="auto"/>
                <w:lang w:eastAsia="lt-LT"/>
              </w:rPr>
              <w:t>Savivaldybės meras</w:t>
            </w:r>
          </w:p>
        </w:tc>
        <w:tc>
          <w:tcPr>
            <w:tcW w:w="4814" w:type="dxa"/>
          </w:tcPr>
          <w:p w14:paraId="31930DEA" w14:textId="77777777" w:rsidR="00037E7B" w:rsidRDefault="00037E7B" w:rsidP="00037E7B">
            <w:pPr>
              <w:jc w:val="right"/>
              <w:rPr>
                <w:color w:val="auto"/>
                <w:lang w:eastAsia="lt-LT"/>
              </w:rPr>
            </w:pPr>
          </w:p>
          <w:p w14:paraId="6E77F249" w14:textId="7F4C7A2C" w:rsidR="00037E7B" w:rsidRDefault="00037E7B" w:rsidP="00037E7B">
            <w:pPr>
              <w:jc w:val="right"/>
              <w:rPr>
                <w:color w:val="auto"/>
                <w:lang w:eastAsia="lt-LT"/>
              </w:rPr>
            </w:pPr>
          </w:p>
        </w:tc>
      </w:tr>
    </w:tbl>
    <w:p w14:paraId="08B69D19" w14:textId="77777777" w:rsidR="00037E7B" w:rsidRDefault="00037E7B" w:rsidP="00037E7B">
      <w:pPr>
        <w:shd w:val="clear" w:color="auto" w:fill="FFFFFF"/>
        <w:jc w:val="both"/>
        <w:rPr>
          <w:color w:val="auto"/>
          <w:lang w:eastAsia="lt-LT"/>
        </w:rPr>
      </w:pPr>
    </w:p>
    <w:p w14:paraId="75D449B1" w14:textId="77777777" w:rsidR="00E738C5" w:rsidRDefault="00E738C5" w:rsidP="00037E7B">
      <w:pPr>
        <w:shd w:val="clear" w:color="auto" w:fill="FFFFFF"/>
        <w:jc w:val="both"/>
        <w:rPr>
          <w:color w:val="auto"/>
          <w:lang w:eastAsia="lt-LT"/>
        </w:rPr>
      </w:pPr>
    </w:p>
    <w:p w14:paraId="25BAC037" w14:textId="77777777" w:rsidR="00E738C5" w:rsidRDefault="00E738C5" w:rsidP="00037E7B">
      <w:pPr>
        <w:shd w:val="clear" w:color="auto" w:fill="FFFFFF"/>
        <w:jc w:val="both"/>
        <w:rPr>
          <w:color w:val="auto"/>
          <w:lang w:eastAsia="lt-LT"/>
        </w:rPr>
      </w:pPr>
    </w:p>
    <w:p w14:paraId="502DE8DB" w14:textId="77777777" w:rsidR="00E738C5" w:rsidRDefault="00E738C5" w:rsidP="00037E7B">
      <w:pPr>
        <w:shd w:val="clear" w:color="auto" w:fill="FFFFFF"/>
        <w:jc w:val="both"/>
        <w:rPr>
          <w:color w:val="auto"/>
          <w:lang w:eastAsia="lt-LT"/>
        </w:rPr>
      </w:pPr>
    </w:p>
    <w:p w14:paraId="148C9C5B" w14:textId="77777777" w:rsidR="00E738C5" w:rsidRDefault="00E738C5" w:rsidP="00037E7B">
      <w:pPr>
        <w:shd w:val="clear" w:color="auto" w:fill="FFFFFF"/>
        <w:jc w:val="both"/>
        <w:rPr>
          <w:color w:val="auto"/>
          <w:lang w:eastAsia="lt-LT"/>
        </w:rPr>
      </w:pPr>
    </w:p>
    <w:p w14:paraId="5648BBF7" w14:textId="77777777" w:rsidR="00E738C5" w:rsidRDefault="00E738C5" w:rsidP="00037E7B">
      <w:pPr>
        <w:shd w:val="clear" w:color="auto" w:fill="FFFFFF"/>
        <w:jc w:val="both"/>
        <w:rPr>
          <w:color w:val="auto"/>
          <w:lang w:eastAsia="lt-LT"/>
        </w:rPr>
      </w:pPr>
    </w:p>
    <w:p w14:paraId="2747EDDE" w14:textId="77777777" w:rsidR="00E738C5" w:rsidRDefault="00E738C5" w:rsidP="00037E7B">
      <w:pPr>
        <w:shd w:val="clear" w:color="auto" w:fill="FFFFFF"/>
        <w:jc w:val="both"/>
        <w:rPr>
          <w:color w:val="auto"/>
          <w:lang w:eastAsia="lt-LT"/>
        </w:rPr>
      </w:pPr>
    </w:p>
    <w:p w14:paraId="229BEC51" w14:textId="77777777" w:rsidR="00E738C5" w:rsidRDefault="00E738C5" w:rsidP="00037E7B">
      <w:pPr>
        <w:shd w:val="clear" w:color="auto" w:fill="FFFFFF"/>
        <w:jc w:val="both"/>
        <w:rPr>
          <w:color w:val="auto"/>
          <w:lang w:eastAsia="lt-LT"/>
        </w:rPr>
      </w:pPr>
    </w:p>
    <w:p w14:paraId="1F6A7BEB" w14:textId="77777777" w:rsidR="00E738C5" w:rsidRDefault="00E738C5" w:rsidP="00037E7B">
      <w:pPr>
        <w:shd w:val="clear" w:color="auto" w:fill="FFFFFF"/>
        <w:jc w:val="both"/>
        <w:rPr>
          <w:color w:val="auto"/>
          <w:lang w:eastAsia="lt-LT"/>
        </w:rPr>
      </w:pPr>
    </w:p>
    <w:p w14:paraId="4BE023F2" w14:textId="77777777" w:rsidR="00E738C5" w:rsidRDefault="00E738C5" w:rsidP="00037E7B">
      <w:pPr>
        <w:shd w:val="clear" w:color="auto" w:fill="FFFFFF"/>
        <w:jc w:val="both"/>
        <w:rPr>
          <w:color w:val="auto"/>
          <w:lang w:eastAsia="lt-LT"/>
        </w:rPr>
      </w:pPr>
    </w:p>
    <w:p w14:paraId="5DDB0550" w14:textId="77777777" w:rsidR="00E738C5" w:rsidRDefault="00E738C5" w:rsidP="00037E7B">
      <w:pPr>
        <w:shd w:val="clear" w:color="auto" w:fill="FFFFFF"/>
        <w:jc w:val="both"/>
        <w:rPr>
          <w:color w:val="auto"/>
          <w:lang w:eastAsia="lt-LT"/>
        </w:rPr>
      </w:pPr>
    </w:p>
    <w:p w14:paraId="34922CC9" w14:textId="77777777" w:rsidR="00E738C5" w:rsidRDefault="00E738C5" w:rsidP="00037E7B">
      <w:pPr>
        <w:shd w:val="clear" w:color="auto" w:fill="FFFFFF"/>
        <w:jc w:val="both"/>
        <w:rPr>
          <w:color w:val="auto"/>
          <w:lang w:eastAsia="lt-LT"/>
        </w:rPr>
      </w:pPr>
    </w:p>
    <w:p w14:paraId="6C77527C" w14:textId="557E7C72" w:rsidR="00E738C5" w:rsidRPr="00DC4E12" w:rsidRDefault="00F31F45" w:rsidP="00037E7B">
      <w:pPr>
        <w:shd w:val="clear" w:color="auto" w:fill="FFFFFF"/>
        <w:jc w:val="both"/>
        <w:rPr>
          <w:color w:val="auto"/>
          <w:lang w:eastAsia="lt-LT"/>
        </w:rPr>
      </w:pPr>
      <w:r>
        <w:rPr>
          <w:color w:val="auto"/>
          <w:lang w:eastAsia="lt-LT"/>
        </w:rPr>
        <w:t xml:space="preserve">Edita Jautakienė, </w:t>
      </w:r>
      <w:r w:rsidR="00A40073">
        <w:rPr>
          <w:color w:val="auto"/>
          <w:lang w:eastAsia="lt-LT"/>
        </w:rPr>
        <w:t xml:space="preserve">+370 </w:t>
      </w:r>
      <w:r>
        <w:rPr>
          <w:color w:val="auto"/>
          <w:lang w:eastAsia="lt-LT"/>
        </w:rPr>
        <w:t xml:space="preserve"> </w:t>
      </w:r>
      <w:r w:rsidR="000C0255">
        <w:rPr>
          <w:color w:val="auto"/>
          <w:lang w:eastAsia="lt-LT"/>
        </w:rPr>
        <w:t>614 96 176</w:t>
      </w:r>
    </w:p>
    <w:sectPr w:rsidR="00E738C5" w:rsidRPr="00DC4E12" w:rsidSect="00636485">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ABE59" w14:textId="77777777" w:rsidR="002C056C" w:rsidRDefault="002C056C">
      <w:r>
        <w:separator/>
      </w:r>
    </w:p>
  </w:endnote>
  <w:endnote w:type="continuationSeparator" w:id="0">
    <w:p w14:paraId="715CEB9B" w14:textId="77777777" w:rsidR="002C056C" w:rsidRDefault="002C056C">
      <w:r>
        <w:continuationSeparator/>
      </w:r>
    </w:p>
  </w:endnote>
  <w:endnote w:type="continuationNotice" w:id="1">
    <w:p w14:paraId="477E922A" w14:textId="77777777" w:rsidR="002C056C" w:rsidRDefault="002C05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88417" w14:textId="77777777" w:rsidR="005A1E39" w:rsidRDefault="005A1E3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F57E8" w14:textId="77777777" w:rsidR="005A1E39" w:rsidRDefault="005A1E3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1823E" w14:textId="77777777" w:rsidR="005A1E39" w:rsidRDefault="005A1E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93B7F" w14:textId="77777777" w:rsidR="002C056C" w:rsidRDefault="002C056C">
      <w:r>
        <w:separator/>
      </w:r>
    </w:p>
  </w:footnote>
  <w:footnote w:type="continuationSeparator" w:id="0">
    <w:p w14:paraId="0511CA87" w14:textId="77777777" w:rsidR="002C056C" w:rsidRDefault="002C056C">
      <w:r>
        <w:continuationSeparator/>
      </w:r>
    </w:p>
  </w:footnote>
  <w:footnote w:type="continuationNotice" w:id="1">
    <w:p w14:paraId="2EBDF662" w14:textId="77777777" w:rsidR="002C056C" w:rsidRDefault="002C05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C0D7F">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9B9FE" w14:textId="67AC73A4" w:rsidR="00D90229" w:rsidRPr="005A1E39" w:rsidRDefault="00D90229" w:rsidP="00D90229">
    <w:pPr>
      <w:pStyle w:val="Antrats"/>
      <w:jc w:val="right"/>
      <w:rPr>
        <w:b/>
        <w:bCs/>
        <w:i/>
        <w:iCs/>
      </w:rPr>
    </w:pPr>
    <w:r w:rsidRPr="005A1E39">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67071003">
    <w:abstractNumId w:val="0"/>
  </w:num>
  <w:num w:numId="2" w16cid:durableId="1044864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3D71"/>
    <w:rsid w:val="00004F27"/>
    <w:rsid w:val="000159D0"/>
    <w:rsid w:val="000212F6"/>
    <w:rsid w:val="00022C05"/>
    <w:rsid w:val="00032F29"/>
    <w:rsid w:val="00037E7B"/>
    <w:rsid w:val="00041D6E"/>
    <w:rsid w:val="0005527A"/>
    <w:rsid w:val="00071776"/>
    <w:rsid w:val="000778C9"/>
    <w:rsid w:val="00081317"/>
    <w:rsid w:val="00091DA7"/>
    <w:rsid w:val="00093DC0"/>
    <w:rsid w:val="00094492"/>
    <w:rsid w:val="000A457F"/>
    <w:rsid w:val="000A7FDF"/>
    <w:rsid w:val="000B0BD5"/>
    <w:rsid w:val="000C0255"/>
    <w:rsid w:val="000C5184"/>
    <w:rsid w:val="000C7AFE"/>
    <w:rsid w:val="000F7CD5"/>
    <w:rsid w:val="001114D2"/>
    <w:rsid w:val="001315D4"/>
    <w:rsid w:val="00137781"/>
    <w:rsid w:val="00161B6C"/>
    <w:rsid w:val="00162D95"/>
    <w:rsid w:val="00164E18"/>
    <w:rsid w:val="00180FA8"/>
    <w:rsid w:val="001B31B8"/>
    <w:rsid w:val="001C0DD8"/>
    <w:rsid w:val="001C558B"/>
    <w:rsid w:val="001C672E"/>
    <w:rsid w:val="001D00D2"/>
    <w:rsid w:val="001E1E64"/>
    <w:rsid w:val="001E35C5"/>
    <w:rsid w:val="001F2DCC"/>
    <w:rsid w:val="002016F5"/>
    <w:rsid w:val="00202010"/>
    <w:rsid w:val="00211A7D"/>
    <w:rsid w:val="00223B0B"/>
    <w:rsid w:val="00252C9B"/>
    <w:rsid w:val="00256067"/>
    <w:rsid w:val="002737C5"/>
    <w:rsid w:val="002A69EE"/>
    <w:rsid w:val="002C056C"/>
    <w:rsid w:val="002C550F"/>
    <w:rsid w:val="002E1CD7"/>
    <w:rsid w:val="002F51D8"/>
    <w:rsid w:val="00303985"/>
    <w:rsid w:val="00306FEF"/>
    <w:rsid w:val="00310D7A"/>
    <w:rsid w:val="003115D8"/>
    <w:rsid w:val="00313FAC"/>
    <w:rsid w:val="00330E0D"/>
    <w:rsid w:val="00335F82"/>
    <w:rsid w:val="00336C11"/>
    <w:rsid w:val="00346305"/>
    <w:rsid w:val="003467BB"/>
    <w:rsid w:val="0035173F"/>
    <w:rsid w:val="0035501A"/>
    <w:rsid w:val="00377091"/>
    <w:rsid w:val="003778EE"/>
    <w:rsid w:val="003B770C"/>
    <w:rsid w:val="003C5432"/>
    <w:rsid w:val="003D362E"/>
    <w:rsid w:val="00406F72"/>
    <w:rsid w:val="00407721"/>
    <w:rsid w:val="00412520"/>
    <w:rsid w:val="004159FA"/>
    <w:rsid w:val="00426252"/>
    <w:rsid w:val="00435F45"/>
    <w:rsid w:val="00447D46"/>
    <w:rsid w:val="004867BD"/>
    <w:rsid w:val="00493C3F"/>
    <w:rsid w:val="004A5EE5"/>
    <w:rsid w:val="004B163A"/>
    <w:rsid w:val="004B4526"/>
    <w:rsid w:val="004B74A6"/>
    <w:rsid w:val="004E226A"/>
    <w:rsid w:val="005015AA"/>
    <w:rsid w:val="0050196E"/>
    <w:rsid w:val="00503FFE"/>
    <w:rsid w:val="005045C3"/>
    <w:rsid w:val="00506A88"/>
    <w:rsid w:val="00562E49"/>
    <w:rsid w:val="005A1C80"/>
    <w:rsid w:val="005A1E39"/>
    <w:rsid w:val="005A3992"/>
    <w:rsid w:val="005C5EA9"/>
    <w:rsid w:val="005E7FC6"/>
    <w:rsid w:val="00615447"/>
    <w:rsid w:val="006240CF"/>
    <w:rsid w:val="00636485"/>
    <w:rsid w:val="00643428"/>
    <w:rsid w:val="006532B6"/>
    <w:rsid w:val="006630F6"/>
    <w:rsid w:val="006655E8"/>
    <w:rsid w:val="00667A87"/>
    <w:rsid w:val="0067007C"/>
    <w:rsid w:val="00672F3E"/>
    <w:rsid w:val="006735FD"/>
    <w:rsid w:val="0067790E"/>
    <w:rsid w:val="006818C1"/>
    <w:rsid w:val="006A6A4F"/>
    <w:rsid w:val="006B2C47"/>
    <w:rsid w:val="006C5B9E"/>
    <w:rsid w:val="006E0630"/>
    <w:rsid w:val="006F3AE8"/>
    <w:rsid w:val="00700416"/>
    <w:rsid w:val="00710400"/>
    <w:rsid w:val="0074773C"/>
    <w:rsid w:val="007978DB"/>
    <w:rsid w:val="007A07E3"/>
    <w:rsid w:val="007A5FFA"/>
    <w:rsid w:val="007A67D7"/>
    <w:rsid w:val="007A68C7"/>
    <w:rsid w:val="007E3FA0"/>
    <w:rsid w:val="007E5BBA"/>
    <w:rsid w:val="00807894"/>
    <w:rsid w:val="00821BB9"/>
    <w:rsid w:val="00836BB3"/>
    <w:rsid w:val="008517F3"/>
    <w:rsid w:val="008B006E"/>
    <w:rsid w:val="008B143E"/>
    <w:rsid w:val="008B767B"/>
    <w:rsid w:val="008C3398"/>
    <w:rsid w:val="00901310"/>
    <w:rsid w:val="009063BF"/>
    <w:rsid w:val="00912554"/>
    <w:rsid w:val="00931977"/>
    <w:rsid w:val="009343A7"/>
    <w:rsid w:val="00942F7D"/>
    <w:rsid w:val="0096282A"/>
    <w:rsid w:val="009A7338"/>
    <w:rsid w:val="009A7E0A"/>
    <w:rsid w:val="009B0B91"/>
    <w:rsid w:val="009B237C"/>
    <w:rsid w:val="009D3622"/>
    <w:rsid w:val="009D39F9"/>
    <w:rsid w:val="009E1BCC"/>
    <w:rsid w:val="009E4329"/>
    <w:rsid w:val="009E6AC5"/>
    <w:rsid w:val="009F6CCF"/>
    <w:rsid w:val="00A00EED"/>
    <w:rsid w:val="00A026F3"/>
    <w:rsid w:val="00A22A00"/>
    <w:rsid w:val="00A22C99"/>
    <w:rsid w:val="00A40073"/>
    <w:rsid w:val="00A41837"/>
    <w:rsid w:val="00A520B1"/>
    <w:rsid w:val="00A52F9C"/>
    <w:rsid w:val="00A660D4"/>
    <w:rsid w:val="00A83ECC"/>
    <w:rsid w:val="00AA6425"/>
    <w:rsid w:val="00AB752D"/>
    <w:rsid w:val="00AC195D"/>
    <w:rsid w:val="00AD3618"/>
    <w:rsid w:val="00B07343"/>
    <w:rsid w:val="00B1096A"/>
    <w:rsid w:val="00B21C4A"/>
    <w:rsid w:val="00B41CCB"/>
    <w:rsid w:val="00B72DB7"/>
    <w:rsid w:val="00B94F5F"/>
    <w:rsid w:val="00BA3DBD"/>
    <w:rsid w:val="00BB0288"/>
    <w:rsid w:val="00BC1BA7"/>
    <w:rsid w:val="00BE289F"/>
    <w:rsid w:val="00BE363F"/>
    <w:rsid w:val="00C0726F"/>
    <w:rsid w:val="00C20CA4"/>
    <w:rsid w:val="00C43807"/>
    <w:rsid w:val="00C44561"/>
    <w:rsid w:val="00C51DEA"/>
    <w:rsid w:val="00C57055"/>
    <w:rsid w:val="00C944E4"/>
    <w:rsid w:val="00CA5A23"/>
    <w:rsid w:val="00CB0E65"/>
    <w:rsid w:val="00CC0A74"/>
    <w:rsid w:val="00CD35DA"/>
    <w:rsid w:val="00CE6246"/>
    <w:rsid w:val="00CF0DE2"/>
    <w:rsid w:val="00D12A4B"/>
    <w:rsid w:val="00D42817"/>
    <w:rsid w:val="00D52EBA"/>
    <w:rsid w:val="00D54298"/>
    <w:rsid w:val="00D5554D"/>
    <w:rsid w:val="00D611B4"/>
    <w:rsid w:val="00D63811"/>
    <w:rsid w:val="00D75DFB"/>
    <w:rsid w:val="00D818BE"/>
    <w:rsid w:val="00D90229"/>
    <w:rsid w:val="00DA1A0F"/>
    <w:rsid w:val="00DB2747"/>
    <w:rsid w:val="00DC4E12"/>
    <w:rsid w:val="00DD1ED3"/>
    <w:rsid w:val="00DF114D"/>
    <w:rsid w:val="00E051E4"/>
    <w:rsid w:val="00E059E5"/>
    <w:rsid w:val="00E06ABA"/>
    <w:rsid w:val="00E20157"/>
    <w:rsid w:val="00E24604"/>
    <w:rsid w:val="00E3505C"/>
    <w:rsid w:val="00E404B1"/>
    <w:rsid w:val="00E4155C"/>
    <w:rsid w:val="00E44DFB"/>
    <w:rsid w:val="00E50DE6"/>
    <w:rsid w:val="00E551C8"/>
    <w:rsid w:val="00E73609"/>
    <w:rsid w:val="00E738C5"/>
    <w:rsid w:val="00E90D87"/>
    <w:rsid w:val="00EC0D7F"/>
    <w:rsid w:val="00EE1E5F"/>
    <w:rsid w:val="00EF175D"/>
    <w:rsid w:val="00EF3673"/>
    <w:rsid w:val="00EF5B6E"/>
    <w:rsid w:val="00EF6B88"/>
    <w:rsid w:val="00F00C05"/>
    <w:rsid w:val="00F31F45"/>
    <w:rsid w:val="00F42CB8"/>
    <w:rsid w:val="00F44FA5"/>
    <w:rsid w:val="00F54BB7"/>
    <w:rsid w:val="00F6265C"/>
    <w:rsid w:val="00F65FCF"/>
    <w:rsid w:val="00F772D0"/>
    <w:rsid w:val="00F8185C"/>
    <w:rsid w:val="00F94AA8"/>
    <w:rsid w:val="00F9658C"/>
    <w:rsid w:val="00FC7DB7"/>
    <w:rsid w:val="00FD6088"/>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1">
    <w:name w:val="heading 1"/>
    <w:basedOn w:val="prastasis"/>
    <w:next w:val="prastasis"/>
    <w:link w:val="Antrat1Diagrama"/>
    <w:uiPriority w:val="9"/>
    <w:qFormat/>
    <w:rsid w:val="00306F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uiPriority w:val="9"/>
    <w:unhideWhenUsed/>
    <w:qFormat/>
    <w:rsid w:val="00306FEF"/>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306FEF"/>
    <w:rPr>
      <w:rFonts w:asciiTheme="majorHAnsi" w:eastAsiaTheme="majorEastAsia" w:hAnsiTheme="majorHAnsi" w:cstheme="majorBidi"/>
      <w:color w:val="2E74B5" w:themeColor="accent1" w:themeShade="BF"/>
      <w:sz w:val="32"/>
      <w:szCs w:val="32"/>
      <w:lang w:eastAsia="en-US"/>
    </w:rPr>
  </w:style>
  <w:style w:type="character" w:customStyle="1" w:styleId="Antrat4Diagrama">
    <w:name w:val="Antraštė 4 Diagrama"/>
    <w:basedOn w:val="Numatytasispastraiposriftas"/>
    <w:link w:val="Antrat4"/>
    <w:uiPriority w:val="9"/>
    <w:rsid w:val="00306FEF"/>
    <w:rPr>
      <w:rFonts w:asciiTheme="majorHAnsi" w:eastAsiaTheme="majorEastAsia" w:hAnsiTheme="majorHAnsi" w:cstheme="majorBidi"/>
      <w:i/>
      <w:iCs/>
      <w:color w:val="2E74B5" w:themeColor="accent1" w:themeShade="BF"/>
      <w:sz w:val="24"/>
      <w:szCs w:val="24"/>
      <w:lang w:eastAsia="en-US"/>
    </w:rPr>
  </w:style>
  <w:style w:type="character" w:styleId="Komentaronuoroda">
    <w:name w:val="annotation reference"/>
    <w:basedOn w:val="Numatytasispastraiposriftas"/>
    <w:uiPriority w:val="99"/>
    <w:semiHidden/>
    <w:unhideWhenUsed/>
    <w:rsid w:val="00CF0DE2"/>
    <w:rPr>
      <w:sz w:val="16"/>
      <w:szCs w:val="16"/>
    </w:rPr>
  </w:style>
  <w:style w:type="paragraph" w:styleId="Komentarotekstas">
    <w:name w:val="annotation text"/>
    <w:basedOn w:val="prastasis"/>
    <w:link w:val="KomentarotekstasDiagrama"/>
    <w:uiPriority w:val="99"/>
    <w:unhideWhenUsed/>
    <w:rsid w:val="00CF0DE2"/>
    <w:rPr>
      <w:sz w:val="20"/>
      <w:szCs w:val="20"/>
    </w:rPr>
  </w:style>
  <w:style w:type="character" w:customStyle="1" w:styleId="KomentarotekstasDiagrama">
    <w:name w:val="Komentaro tekstas Diagrama"/>
    <w:basedOn w:val="Numatytasispastraiposriftas"/>
    <w:link w:val="Komentarotekstas"/>
    <w:uiPriority w:val="99"/>
    <w:rsid w:val="00CF0DE2"/>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CF0DE2"/>
    <w:rPr>
      <w:b/>
      <w:bCs/>
    </w:rPr>
  </w:style>
  <w:style w:type="character" w:customStyle="1" w:styleId="KomentarotemaDiagrama">
    <w:name w:val="Komentaro tema Diagrama"/>
    <w:basedOn w:val="KomentarotekstasDiagrama"/>
    <w:link w:val="Komentarotema"/>
    <w:uiPriority w:val="99"/>
    <w:semiHidden/>
    <w:rsid w:val="00CF0DE2"/>
    <w:rPr>
      <w:rFonts w:ascii="Times New Roman" w:eastAsia="Times New Roman" w:hAnsi="Times New Roman" w:cs="Times New Roman"/>
      <w:b/>
      <w:bCs/>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41668965">
      <w:bodyDiv w:val="1"/>
      <w:marLeft w:val="0"/>
      <w:marRight w:val="0"/>
      <w:marTop w:val="0"/>
      <w:marBottom w:val="0"/>
      <w:divBdr>
        <w:top w:val="none" w:sz="0" w:space="0" w:color="auto"/>
        <w:left w:val="none" w:sz="0" w:space="0" w:color="auto"/>
        <w:bottom w:val="none" w:sz="0" w:space="0" w:color="auto"/>
        <w:right w:val="none" w:sz="0" w:space="0" w:color="auto"/>
      </w:divBdr>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065761058">
      <w:bodyDiv w:val="1"/>
      <w:marLeft w:val="0"/>
      <w:marRight w:val="0"/>
      <w:marTop w:val="0"/>
      <w:marBottom w:val="0"/>
      <w:divBdr>
        <w:top w:val="none" w:sz="0" w:space="0" w:color="auto"/>
        <w:left w:val="none" w:sz="0" w:space="0" w:color="auto"/>
        <w:bottom w:val="none" w:sz="0" w:space="0" w:color="auto"/>
        <w:right w:val="none" w:sz="0" w:space="0" w:color="auto"/>
      </w:divBdr>
    </w:div>
    <w:div w:id="1276793679">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2</TotalTime>
  <Pages>1</Pages>
  <Words>1278</Words>
  <Characters>730</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2025-11-10T06:36:00Z</cp:lastPrinted>
  <dcterms:created xsi:type="dcterms:W3CDTF">2025-11-18T13:23:00Z</dcterms:created>
  <dcterms:modified xsi:type="dcterms:W3CDTF">2025-11-18T13:25:00Z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